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1692"/>
        <w:gridCol w:w="1906"/>
        <w:gridCol w:w="2745"/>
        <w:gridCol w:w="1752"/>
        <w:gridCol w:w="1554"/>
        <w:gridCol w:w="1392"/>
        <w:gridCol w:w="1451"/>
        <w:gridCol w:w="2430"/>
      </w:tblGrid>
      <w:tr w:rsidR="003C573D" w:rsidRPr="00E82DED" w:rsidTr="003C573D">
        <w:trPr>
          <w:trHeight w:val="841"/>
        </w:trPr>
        <w:tc>
          <w:tcPr>
            <w:tcW w:w="3671" w:type="dxa"/>
            <w:gridSpan w:val="2"/>
          </w:tcPr>
          <w:p w:rsidR="003C573D" w:rsidRPr="00344720" w:rsidRDefault="003C573D" w:rsidP="005738F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28" w:type="dxa"/>
          </w:tcPr>
          <w:p w:rsidR="003C573D" w:rsidRDefault="003C573D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14</w:t>
            </w:r>
          </w:p>
          <w:p w:rsidR="003C573D" w:rsidRDefault="003C573D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Nov 26-30</w:t>
            </w:r>
          </w:p>
          <w:p w:rsidR="003C573D" w:rsidRPr="005738F7" w:rsidRDefault="00293DDE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3C573D">
              <w:rPr>
                <w:lang w:val="en-US"/>
              </w:rPr>
              <w:t xml:space="preserve"> periods</w:t>
            </w:r>
          </w:p>
        </w:tc>
        <w:tc>
          <w:tcPr>
            <w:tcW w:w="1828" w:type="dxa"/>
          </w:tcPr>
          <w:p w:rsidR="003C573D" w:rsidRDefault="003C573D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15</w:t>
            </w:r>
          </w:p>
          <w:p w:rsidR="003C573D" w:rsidRDefault="003C573D" w:rsidP="005711A4">
            <w:pPr>
              <w:jc w:val="center"/>
            </w:pPr>
            <w:proofErr w:type="spellStart"/>
            <w:r>
              <w:t>Dic</w:t>
            </w:r>
            <w:proofErr w:type="spellEnd"/>
            <w:r>
              <w:t xml:space="preserve"> 3-7</w:t>
            </w:r>
          </w:p>
        </w:tc>
        <w:tc>
          <w:tcPr>
            <w:tcW w:w="1672" w:type="dxa"/>
          </w:tcPr>
          <w:p w:rsidR="003C573D" w:rsidRDefault="003C573D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16</w:t>
            </w:r>
          </w:p>
          <w:p w:rsidR="003C573D" w:rsidRDefault="003C573D" w:rsidP="005711A4">
            <w:pPr>
              <w:jc w:val="center"/>
            </w:pPr>
            <w:proofErr w:type="spellStart"/>
            <w:r>
              <w:t>Dic</w:t>
            </w:r>
            <w:proofErr w:type="spellEnd"/>
            <w:r>
              <w:t xml:space="preserve"> 10-14</w:t>
            </w:r>
          </w:p>
        </w:tc>
        <w:tc>
          <w:tcPr>
            <w:tcW w:w="1559" w:type="dxa"/>
          </w:tcPr>
          <w:p w:rsidR="003C573D" w:rsidRDefault="003C573D" w:rsidP="005711A4">
            <w:pPr>
              <w:jc w:val="center"/>
            </w:pPr>
          </w:p>
        </w:tc>
        <w:tc>
          <w:tcPr>
            <w:tcW w:w="1619" w:type="dxa"/>
          </w:tcPr>
          <w:p w:rsidR="003C573D" w:rsidRPr="008D2F53" w:rsidRDefault="003C573D" w:rsidP="005711A4">
            <w:pPr>
              <w:jc w:val="center"/>
              <w:rPr>
                <w:lang w:val="en-US"/>
              </w:rPr>
            </w:pPr>
          </w:p>
        </w:tc>
        <w:tc>
          <w:tcPr>
            <w:tcW w:w="2745" w:type="dxa"/>
          </w:tcPr>
          <w:p w:rsidR="003C573D" w:rsidRDefault="003C573D" w:rsidP="006F696E">
            <w:pPr>
              <w:jc w:val="center"/>
              <w:rPr>
                <w:lang w:val="en-US"/>
              </w:rPr>
            </w:pPr>
          </w:p>
          <w:p w:rsidR="003C573D" w:rsidRDefault="003C573D" w:rsidP="006F696E">
            <w:pPr>
              <w:jc w:val="center"/>
              <w:rPr>
                <w:lang w:val="en-US"/>
              </w:rPr>
            </w:pPr>
          </w:p>
          <w:p w:rsidR="003C573D" w:rsidRPr="008D2F53" w:rsidRDefault="003C573D" w:rsidP="006F696E">
            <w:pPr>
              <w:jc w:val="center"/>
              <w:rPr>
                <w:lang w:val="en-US"/>
              </w:rPr>
            </w:pPr>
          </w:p>
        </w:tc>
      </w:tr>
      <w:tr w:rsidR="006F696E" w:rsidRPr="002739E8" w:rsidTr="003C573D">
        <w:tc>
          <w:tcPr>
            <w:tcW w:w="1719" w:type="dxa"/>
          </w:tcPr>
          <w:p w:rsidR="006F696E" w:rsidRPr="00344720" w:rsidRDefault="006F696E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6F696E" w:rsidRPr="00344720" w:rsidRDefault="006F696E">
            <w:pPr>
              <w:rPr>
                <w:lang w:val="en-US"/>
              </w:rPr>
            </w:pPr>
          </w:p>
          <w:p w:rsidR="006F696E" w:rsidRDefault="006F696E" w:rsidP="00B81719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proofErr w:type="gramStart"/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Collects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,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records and organizes data on a tally chart.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AA337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6F696E" w:rsidRDefault="006F696E" w:rsidP="00B81719">
            <w:pPr>
              <w:pStyle w:val="Prrafodelista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6F696E" w:rsidRDefault="006F696E" w:rsidP="00B81719">
            <w:pPr>
              <w:pStyle w:val="Prrafodelista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Identifies outcomes in order of likelihood: will happen, might happen, won´t happen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2739E8" w:rsidRPr="009A2D38" w:rsidRDefault="002739E8" w:rsidP="00B81719">
            <w:pPr>
              <w:pStyle w:val="Prrafodelista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6F696E" w:rsidRPr="00B81719" w:rsidRDefault="006F696E" w:rsidP="002739E8">
            <w:pPr>
              <w:rPr>
                <w:lang w:val="en-US"/>
              </w:rPr>
            </w:pPr>
          </w:p>
        </w:tc>
        <w:tc>
          <w:tcPr>
            <w:tcW w:w="1952" w:type="dxa"/>
          </w:tcPr>
          <w:p w:rsidR="006F696E" w:rsidRPr="005A600A" w:rsidRDefault="006F696E" w:rsidP="002739E8">
            <w:pPr>
              <w:jc w:val="center"/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Default="006F696E" w:rsidP="0014345D">
            <w:pPr>
              <w:pStyle w:val="Sinespaciado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2739E8" w:rsidRDefault="003C573D" w:rsidP="0014345D">
            <w:pPr>
              <w:pStyle w:val="Sinespaciad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Summative ass tally chart</w:t>
            </w:r>
            <w:r w:rsidR="00EE5055">
              <w:rPr>
                <w:rFonts w:asciiTheme="minorHAnsi" w:hAnsiTheme="minorHAnsi" w:cstheme="minorHAnsi"/>
              </w:rPr>
              <w:t xml:space="preserve"> (1/2 groups, 1 period, parallel)</w:t>
            </w:r>
          </w:p>
          <w:p w:rsidR="003C573D" w:rsidRDefault="003C573D" w:rsidP="0014345D">
            <w:pPr>
              <w:pStyle w:val="Sinespaciado"/>
              <w:rPr>
                <w:rFonts w:asciiTheme="minorHAnsi" w:hAnsiTheme="minorHAnsi" w:cstheme="minorHAnsi"/>
              </w:rPr>
            </w:pPr>
          </w:p>
          <w:p w:rsidR="003C573D" w:rsidRPr="004F5538" w:rsidRDefault="003C573D" w:rsidP="0014345D">
            <w:pPr>
              <w:pStyle w:val="Sinespaciado"/>
              <w:rPr>
                <w:rFonts w:asciiTheme="minorHAnsi" w:hAnsiTheme="minorHAnsi" w:cstheme="minorHAnsi"/>
              </w:rPr>
            </w:pPr>
          </w:p>
        </w:tc>
        <w:tc>
          <w:tcPr>
            <w:tcW w:w="1828" w:type="dxa"/>
          </w:tcPr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6F696E" w:rsidRDefault="000B2746" w:rsidP="003447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Summative probability</w:t>
            </w:r>
          </w:p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2739E8" w:rsidRPr="005A600A" w:rsidRDefault="002739E8" w:rsidP="00344720">
            <w:pPr>
              <w:jc w:val="center"/>
              <w:rPr>
                <w:lang w:val="en-US"/>
              </w:rPr>
            </w:pPr>
          </w:p>
        </w:tc>
        <w:tc>
          <w:tcPr>
            <w:tcW w:w="1672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5A600A" w:rsidRDefault="002739E8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5A600A" w:rsidRDefault="002739E8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5A600A" w:rsidRDefault="002739E8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5509B4" w:rsidRDefault="005509B4" w:rsidP="00C402A6">
            <w:pPr>
              <w:rPr>
                <w:lang w:val="en-US"/>
              </w:rPr>
            </w:pPr>
          </w:p>
          <w:p w:rsidR="002739E8" w:rsidRPr="00C402A6" w:rsidRDefault="002739E8" w:rsidP="00C402A6">
            <w:pPr>
              <w:rPr>
                <w:color w:val="E36C0A" w:themeColor="accent6" w:themeShade="BF"/>
                <w:lang w:val="en-US"/>
              </w:rPr>
            </w:pPr>
          </w:p>
        </w:tc>
      </w:tr>
      <w:tr w:rsidR="006F696E" w:rsidRPr="002739E8" w:rsidTr="003C573D">
        <w:tc>
          <w:tcPr>
            <w:tcW w:w="1719" w:type="dxa"/>
          </w:tcPr>
          <w:p w:rsidR="006F696E" w:rsidRPr="00344720" w:rsidRDefault="006F696E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Measurement</w:t>
            </w:r>
          </w:p>
          <w:p w:rsidR="006F696E" w:rsidRDefault="006F696E"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Estimates, compares and measures length (short, long).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</w:t>
            </w:r>
            <w:r w:rsidRPr="00AA337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</w:tc>
        <w:tc>
          <w:tcPr>
            <w:tcW w:w="1952" w:type="dxa"/>
          </w:tcPr>
          <w:p w:rsidR="006F696E" w:rsidRDefault="006F696E"/>
          <w:p w:rsidR="006F696E" w:rsidRDefault="006F696E"/>
          <w:p w:rsidR="006F696E" w:rsidRDefault="006F696E"/>
          <w:p w:rsidR="006F696E" w:rsidRDefault="006F696E"/>
          <w:p w:rsidR="006F696E" w:rsidRDefault="006F696E"/>
        </w:tc>
        <w:tc>
          <w:tcPr>
            <w:tcW w:w="1828" w:type="dxa"/>
          </w:tcPr>
          <w:p w:rsidR="006F696E" w:rsidRPr="00EE5055" w:rsidRDefault="003C573D" w:rsidP="00001C2A">
            <w:pPr>
              <w:rPr>
                <w:lang w:val="en-US"/>
              </w:rPr>
            </w:pPr>
            <w:r w:rsidRPr="00EE5055">
              <w:rPr>
                <w:lang w:val="en-US"/>
              </w:rPr>
              <w:t>Last formative measuring length</w:t>
            </w:r>
            <w:r w:rsidR="00EE5055" w:rsidRPr="00EE5055">
              <w:rPr>
                <w:lang w:val="en-US"/>
              </w:rPr>
              <w:t xml:space="preserve"> </w:t>
            </w:r>
            <w:r w:rsidR="00EE5055">
              <w:rPr>
                <w:lang w:val="en-US"/>
              </w:rPr>
              <w:t xml:space="preserve"> (station  with teacher</w:t>
            </w:r>
            <w:r w:rsidR="00293DDE">
              <w:rPr>
                <w:lang w:val="en-US"/>
              </w:rPr>
              <w:t xml:space="preserve"> 25 min</w:t>
            </w:r>
            <w:r w:rsidR="00EE5055">
              <w:rPr>
                <w:lang w:val="en-US"/>
              </w:rPr>
              <w:t>)</w:t>
            </w:r>
          </w:p>
        </w:tc>
        <w:tc>
          <w:tcPr>
            <w:tcW w:w="1828" w:type="dxa"/>
          </w:tcPr>
          <w:p w:rsidR="006F696E" w:rsidRPr="00AD48C4" w:rsidRDefault="00AB2438">
            <w:pPr>
              <w:rPr>
                <w:lang w:val="en-US"/>
              </w:rPr>
            </w:pPr>
            <w:r>
              <w:rPr>
                <w:lang w:val="en-US"/>
              </w:rPr>
              <w:t>Summative measuring length</w:t>
            </w:r>
          </w:p>
        </w:tc>
        <w:tc>
          <w:tcPr>
            <w:tcW w:w="1672" w:type="dxa"/>
          </w:tcPr>
          <w:p w:rsidR="00682766" w:rsidRDefault="00682766">
            <w:pPr>
              <w:rPr>
                <w:lang w:val="en-US"/>
              </w:rPr>
            </w:pPr>
          </w:p>
          <w:p w:rsidR="002739E8" w:rsidRPr="00AD48C4" w:rsidRDefault="002739E8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AD48C4" w:rsidRDefault="002739E8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Default="006F696E" w:rsidP="00C402A6">
            <w:pPr>
              <w:rPr>
                <w:color w:val="00B0F0"/>
                <w:lang w:val="en-US"/>
              </w:rPr>
            </w:pPr>
          </w:p>
          <w:p w:rsidR="002739E8" w:rsidRPr="00C402A6" w:rsidRDefault="002739E8" w:rsidP="00C402A6">
            <w:pPr>
              <w:rPr>
                <w:color w:val="00B0F0"/>
                <w:lang w:val="en-US"/>
              </w:rPr>
            </w:pPr>
          </w:p>
        </w:tc>
      </w:tr>
      <w:tr w:rsidR="006F696E" w:rsidRPr="00C402A6" w:rsidTr="003C573D">
        <w:tc>
          <w:tcPr>
            <w:tcW w:w="1719" w:type="dxa"/>
          </w:tcPr>
          <w:p w:rsidR="006F696E" w:rsidRPr="00344720" w:rsidRDefault="006F696E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Shape &amp; Space</w:t>
            </w:r>
          </w:p>
          <w:p w:rsidR="006F696E" w:rsidRPr="00344720" w:rsidRDefault="006F696E" w:rsidP="00AD48C4">
            <w:pPr>
              <w:pStyle w:val="Prrafodelista"/>
              <w:ind w:left="0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s-CO"/>
              </w:rPr>
            </w:pPr>
          </w:p>
          <w:p w:rsidR="006F696E" w:rsidRPr="009A2D38" w:rsidRDefault="006F696E" w:rsidP="00AD48C4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7F4883">
              <w:rPr>
                <w:rFonts w:ascii="Calibri" w:hAnsi="Calibri"/>
                <w:sz w:val="20"/>
                <w:szCs w:val="20"/>
                <w:lang w:val="en-US"/>
              </w:rPr>
              <w:t xml:space="preserve"> Identify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3D shapes (cube, rectangular pr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ism, sphere, cylinder and cone)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Phase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1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)</w:t>
            </w:r>
          </w:p>
          <w:p w:rsidR="006F696E" w:rsidRDefault="006F696E" w:rsidP="00AD48C4">
            <w:pPr>
              <w:pStyle w:val="Prrafodelista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6F696E" w:rsidRDefault="006F696E" w:rsidP="00AD48C4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Recognizes paths when following directions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(B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etween, next to, behind</w:t>
            </w:r>
          </w:p>
          <w:p w:rsidR="006F696E" w:rsidRDefault="006F696E" w:rsidP="00AD48C4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67314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</w:t>
            </w:r>
            <w:r w:rsidRPr="00C53924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  <w:p w:rsidR="006F696E" w:rsidRDefault="006F696E" w:rsidP="00AD48C4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6F696E" w:rsidRPr="001C32BE" w:rsidRDefault="006F696E" w:rsidP="003313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C32BE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1952" w:type="dxa"/>
          </w:tcPr>
          <w:p w:rsidR="002739E8" w:rsidRPr="00F046FC" w:rsidRDefault="002739E8" w:rsidP="002739E8">
            <w:pPr>
              <w:autoSpaceDE w:val="0"/>
              <w:autoSpaceDN w:val="0"/>
              <w:adjustRightInd w:val="0"/>
              <w:rPr>
                <w:rFonts w:cstheme="minorHAnsi"/>
                <w:color w:val="E36C0A" w:themeColor="accent6" w:themeShade="BF"/>
                <w:szCs w:val="18"/>
                <w:lang w:val="en-US"/>
              </w:rPr>
            </w:pPr>
            <w:proofErr w:type="spellStart"/>
            <w:r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>ind</w:t>
            </w:r>
            <w:proofErr w:type="spellEnd"/>
            <w:r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 xml:space="preserve"> for </w:t>
            </w:r>
            <w:proofErr w:type="spellStart"/>
            <w:r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>Maths</w:t>
            </w:r>
            <w:proofErr w:type="spellEnd"/>
            <w:r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>, social</w:t>
            </w:r>
            <w:r w:rsidRPr="00F046F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 xml:space="preserve">, </w:t>
            </w:r>
            <w:proofErr w:type="spellStart"/>
            <w:r w:rsidRPr="00F046F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>transdiscipl</w:t>
            </w:r>
            <w:proofErr w:type="spellEnd"/>
            <w:r w:rsidRPr="00F046F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 xml:space="preserve"> skill)</w:t>
            </w:r>
          </w:p>
          <w:p w:rsidR="002739E8" w:rsidRPr="00896A3C" w:rsidRDefault="002739E8" w:rsidP="002739E8">
            <w:pPr>
              <w:jc w:val="center"/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</w:pPr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  <w:t xml:space="preserve">(MATHS TRANSDISCIPLINARY </w:t>
            </w:r>
            <w:proofErr w:type="gramStart"/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  <w:t>MEN  (</w:t>
            </w:r>
            <w:proofErr w:type="gramEnd"/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  <w:t>Where we are…)</w:t>
            </w:r>
          </w:p>
          <w:p w:rsidR="002739E8" w:rsidRPr="00896A3C" w:rsidRDefault="002739E8" w:rsidP="002739E8">
            <w:pPr>
              <w:rPr>
                <w:rFonts w:cstheme="minorHAnsi"/>
                <w:color w:val="E36C0A" w:themeColor="accent6" w:themeShade="BF"/>
                <w:sz w:val="18"/>
                <w:szCs w:val="18"/>
                <w:lang w:val="es-ES"/>
              </w:rPr>
            </w:pPr>
            <w:r w:rsidRPr="00896A3C">
              <w:rPr>
                <w:rFonts w:cstheme="minorHAnsi"/>
                <w:color w:val="E36C0A" w:themeColor="accent6" w:themeShade="BF"/>
                <w:sz w:val="16"/>
                <w:szCs w:val="18"/>
                <w:highlight w:val="yellow"/>
              </w:rPr>
              <w:t>Me</w:t>
            </w:r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</w:rPr>
              <w:t xml:space="preserve">  </w:t>
            </w:r>
            <w:r w:rsidRPr="00896A3C">
              <w:rPr>
                <w:rFonts w:cstheme="minorHAnsi"/>
                <w:color w:val="E36C0A" w:themeColor="accent6" w:themeShade="BF"/>
                <w:sz w:val="18"/>
                <w:szCs w:val="18"/>
                <w:highlight w:val="yellow"/>
                <w:lang w:val="es-ES"/>
              </w:rPr>
              <w:t>ubico en el entorno físico utilizando referentes espaciales como arriba, abajo, dentro, fuera, derecha, izquierda.</w:t>
            </w:r>
          </w:p>
          <w:p w:rsidR="002739E8" w:rsidRPr="00896A3C" w:rsidRDefault="002739E8" w:rsidP="002739E8">
            <w:pPr>
              <w:pStyle w:val="Prrafodelista"/>
              <w:ind w:left="0"/>
              <w:rPr>
                <w:rFonts w:ascii="Calibri" w:hAnsi="Calibri"/>
                <w:color w:val="FF0000"/>
                <w:sz w:val="16"/>
                <w:szCs w:val="20"/>
              </w:rPr>
            </w:pPr>
          </w:p>
          <w:p w:rsidR="006F696E" w:rsidRDefault="002739E8" w:rsidP="002739E8">
            <w:pPr>
              <w:rPr>
                <w:rFonts w:cstheme="minorHAnsi"/>
                <w:color w:val="E36C0A" w:themeColor="accent6" w:themeShade="BF"/>
                <w:sz w:val="18"/>
                <w:szCs w:val="18"/>
                <w:lang w:val="es-ES" w:eastAsia="es-ES"/>
              </w:rPr>
            </w:pPr>
            <w:r w:rsidRPr="00896A3C">
              <w:rPr>
                <w:rFonts w:cstheme="minorHAnsi"/>
                <w:color w:val="E36C0A" w:themeColor="accent6" w:themeShade="BF"/>
                <w:sz w:val="18"/>
                <w:szCs w:val="18"/>
                <w:highlight w:val="yellow"/>
                <w:lang w:val="es-ES" w:eastAsia="es-ES"/>
              </w:rPr>
              <w:t xml:space="preserve">Establezco relaciones entre los espacios físicos que ocupo (salón de clase, colegio) y sus representaciones (mapas, planos, </w:t>
            </w:r>
            <w:r w:rsidRPr="00896A3C">
              <w:rPr>
                <w:rFonts w:cstheme="minorHAnsi"/>
                <w:color w:val="E36C0A" w:themeColor="accent6" w:themeShade="BF"/>
                <w:sz w:val="18"/>
                <w:szCs w:val="18"/>
                <w:highlight w:val="yellow"/>
                <w:lang w:val="es-ES" w:eastAsia="es-ES"/>
              </w:rPr>
              <w:lastRenderedPageBreak/>
              <w:t>maquetas...)</w:t>
            </w:r>
          </w:p>
          <w:p w:rsidR="003C573D" w:rsidRPr="00896A3C" w:rsidRDefault="003C573D" w:rsidP="003C57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5F497A" w:themeColor="accent4" w:themeShade="BF"/>
                <w:sz w:val="14"/>
                <w:szCs w:val="18"/>
                <w:highlight w:val="cyan"/>
                <w:lang w:val="en-US"/>
              </w:rPr>
            </w:pPr>
            <w:r w:rsidRPr="00896A3C">
              <w:rPr>
                <w:rFonts w:cstheme="minorHAnsi"/>
                <w:b/>
                <w:color w:val="5F497A" w:themeColor="accent4" w:themeShade="BF"/>
                <w:sz w:val="16"/>
                <w:szCs w:val="18"/>
                <w:highlight w:val="cyan"/>
                <w:lang w:val="en-US"/>
              </w:rPr>
              <w:t>MATHS TRANSDISCIPLINARY MEN (Who we are)</w:t>
            </w:r>
          </w:p>
          <w:p w:rsidR="003C573D" w:rsidRPr="00896A3C" w:rsidRDefault="003C573D" w:rsidP="003C573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color w:val="5F497A" w:themeColor="accent4" w:themeShade="BF"/>
                <w:sz w:val="14"/>
                <w:szCs w:val="18"/>
                <w:highlight w:val="cyan"/>
                <w:lang w:val="en-US"/>
              </w:rPr>
            </w:pPr>
          </w:p>
          <w:p w:rsidR="003C573D" w:rsidRPr="00896A3C" w:rsidRDefault="003C573D" w:rsidP="003C573D">
            <w:pPr>
              <w:autoSpaceDE w:val="0"/>
              <w:autoSpaceDN w:val="0"/>
              <w:adjustRightInd w:val="0"/>
              <w:rPr>
                <w:rFonts w:cstheme="minorHAnsi"/>
                <w:color w:val="5F497A" w:themeColor="accent4" w:themeShade="BF"/>
                <w:sz w:val="18"/>
                <w:szCs w:val="18"/>
                <w:lang w:val="es-ES"/>
              </w:rPr>
            </w:pPr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>Describo y clasifico objetos según características que percibo con los cinco sentidos</w:t>
            </w:r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lang w:val="es-ES"/>
              </w:rPr>
              <w:t xml:space="preserve"> </w:t>
            </w:r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 xml:space="preserve">(3D </w:t>
            </w:r>
            <w:proofErr w:type="spellStart"/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>shapes</w:t>
            </w:r>
            <w:proofErr w:type="spellEnd"/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>)</w:t>
            </w:r>
          </w:p>
          <w:p w:rsidR="003C573D" w:rsidRDefault="003C573D" w:rsidP="003C573D">
            <w:pPr>
              <w:rPr>
                <w:lang w:val="es-ES"/>
              </w:rPr>
            </w:pPr>
          </w:p>
          <w:p w:rsidR="003C573D" w:rsidRPr="003C573D" w:rsidRDefault="003C573D" w:rsidP="002739E8">
            <w:pPr>
              <w:rPr>
                <w:lang w:val="es-ES"/>
              </w:rPr>
            </w:pPr>
          </w:p>
        </w:tc>
        <w:tc>
          <w:tcPr>
            <w:tcW w:w="1828" w:type="dxa"/>
          </w:tcPr>
          <w:p w:rsidR="006F696E" w:rsidRPr="002739E8" w:rsidRDefault="006F696E" w:rsidP="00A352BF">
            <w:pPr>
              <w:pStyle w:val="Sinespaciado"/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</w:pPr>
            <w:r w:rsidRPr="002739E8"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  <w:lastRenderedPageBreak/>
              <w:t xml:space="preserve">  </w:t>
            </w:r>
          </w:p>
          <w:p w:rsidR="006F696E" w:rsidRPr="00EE5055" w:rsidRDefault="003C573D" w:rsidP="00E82DED">
            <w:pPr>
              <w:rPr>
                <w:lang w:val="en-US"/>
              </w:rPr>
            </w:pPr>
            <w:r w:rsidRPr="00EE5055">
              <w:rPr>
                <w:lang w:val="en-US"/>
              </w:rPr>
              <w:t>Summative 3D shapes</w:t>
            </w:r>
            <w:r w:rsidR="00AB2438" w:rsidRPr="00EE5055">
              <w:rPr>
                <w:lang w:val="en-US"/>
              </w:rPr>
              <w:t xml:space="preserve"> </w:t>
            </w:r>
            <w:r w:rsidR="00EE5055">
              <w:rPr>
                <w:lang w:val="en-US"/>
              </w:rPr>
              <w:t>(1/2 groups, 20 min, alternative)</w:t>
            </w:r>
          </w:p>
          <w:p w:rsidR="003C573D" w:rsidRPr="00EE5055" w:rsidRDefault="003C573D" w:rsidP="00E82DED">
            <w:pPr>
              <w:rPr>
                <w:lang w:val="en-US"/>
              </w:rPr>
            </w:pPr>
          </w:p>
          <w:p w:rsidR="003C573D" w:rsidRPr="003C573D" w:rsidRDefault="003C573D" w:rsidP="00E82DED">
            <w:pPr>
              <w:rPr>
                <w:lang w:val="en-US"/>
              </w:rPr>
            </w:pPr>
            <w:r w:rsidRPr="003C573D">
              <w:rPr>
                <w:lang w:val="en-US"/>
              </w:rPr>
              <w:t>Last formative positions when following directions</w:t>
            </w:r>
            <w:r w:rsidR="00EE5055">
              <w:rPr>
                <w:lang w:val="en-US"/>
              </w:rPr>
              <w:t xml:space="preserve"> </w:t>
            </w:r>
          </w:p>
          <w:p w:rsidR="00EE5055" w:rsidRDefault="00EE5055" w:rsidP="00EE5055">
            <w:pPr>
              <w:rPr>
                <w:lang w:val="en-US"/>
              </w:rPr>
            </w:pPr>
            <w:r w:rsidRPr="00EE5055">
              <w:rPr>
                <w:lang w:val="en-US"/>
              </w:rPr>
              <w:t>(1/2 groups, 20 min</w:t>
            </w:r>
            <w:r>
              <w:rPr>
                <w:lang w:val="en-US"/>
              </w:rPr>
              <w:t>, alternative</w:t>
            </w:r>
            <w:r w:rsidRPr="00EE5055">
              <w:rPr>
                <w:lang w:val="en-US"/>
              </w:rPr>
              <w:t>)</w:t>
            </w:r>
          </w:p>
          <w:p w:rsidR="003C573D" w:rsidRPr="003C573D" w:rsidRDefault="003C573D" w:rsidP="00E82DED">
            <w:pPr>
              <w:rPr>
                <w:lang w:val="en-US"/>
              </w:rPr>
            </w:pPr>
          </w:p>
          <w:p w:rsidR="006F696E" w:rsidRPr="003C573D" w:rsidRDefault="006F696E" w:rsidP="00E82DED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2739E8" w:rsidRPr="003C573D" w:rsidRDefault="002739E8" w:rsidP="002739E8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C573D">
              <w:rPr>
                <w:rFonts w:cstheme="minorHAnsi"/>
                <w:color w:val="FF0000"/>
                <w:szCs w:val="18"/>
                <w:lang w:val="en-US"/>
              </w:rPr>
              <w:t xml:space="preserve"> </w:t>
            </w:r>
          </w:p>
          <w:p w:rsidR="006F696E" w:rsidRPr="003C573D" w:rsidRDefault="00AB2438" w:rsidP="00896A3C">
            <w:pPr>
              <w:rPr>
                <w:lang w:val="en-US"/>
              </w:rPr>
            </w:pPr>
            <w:r>
              <w:rPr>
                <w:lang w:val="en-US"/>
              </w:rPr>
              <w:t>Summative positions</w:t>
            </w:r>
            <w:r w:rsidR="000B2746">
              <w:rPr>
                <w:lang w:val="en-US"/>
              </w:rPr>
              <w:t xml:space="preserve"> when following</w:t>
            </w:r>
            <w:r w:rsidR="00140847">
              <w:rPr>
                <w:lang w:val="en-US"/>
              </w:rPr>
              <w:t xml:space="preserve"> directions</w:t>
            </w:r>
          </w:p>
        </w:tc>
        <w:tc>
          <w:tcPr>
            <w:tcW w:w="1672" w:type="dxa"/>
          </w:tcPr>
          <w:p w:rsidR="006F696E" w:rsidRPr="003C573D" w:rsidRDefault="006F696E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559" w:type="dxa"/>
          </w:tcPr>
          <w:p w:rsidR="00726FEB" w:rsidRPr="00726FEB" w:rsidRDefault="00726FEB" w:rsidP="003C573D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Default="00726FEB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  <w:r>
              <w:rPr>
                <w:lang w:val="en-US"/>
              </w:rPr>
              <w:t xml:space="preserve">, </w:t>
            </w: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Pr="00726FEB" w:rsidRDefault="00726FEB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Default="006F696E" w:rsidP="006F696E">
            <w:pPr>
              <w:rPr>
                <w:lang w:val="en-US"/>
              </w:rPr>
            </w:pPr>
          </w:p>
          <w:p w:rsidR="00FA2415" w:rsidRPr="00726FEB" w:rsidRDefault="00FA2415" w:rsidP="00F50EC0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6F696E" w:rsidRPr="002739E8" w:rsidTr="003C573D">
        <w:trPr>
          <w:trHeight w:val="1272"/>
        </w:trPr>
        <w:tc>
          <w:tcPr>
            <w:tcW w:w="1719" w:type="dxa"/>
          </w:tcPr>
          <w:p w:rsidR="006F696E" w:rsidRPr="00344720" w:rsidRDefault="006F696E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lastRenderedPageBreak/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6F696E" w:rsidRPr="00344720" w:rsidRDefault="006F696E">
            <w:pPr>
              <w:rPr>
                <w:b/>
                <w:lang w:val="en-US"/>
              </w:rPr>
            </w:pPr>
          </w:p>
          <w:p w:rsidR="006F696E" w:rsidRDefault="006F696E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Extends patterns </w:t>
            </w:r>
            <w:r w:rsidRPr="002B325C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using objects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3 objects, using at least two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variable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shape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6F696E" w:rsidRPr="00AD48C4" w:rsidRDefault="006F696E">
            <w:pPr>
              <w:rPr>
                <w:b/>
                <w:lang w:val="en-US"/>
              </w:rPr>
            </w:pPr>
          </w:p>
        </w:tc>
        <w:tc>
          <w:tcPr>
            <w:tcW w:w="1952" w:type="dxa"/>
          </w:tcPr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Default="0049790D" w:rsidP="003C573D">
            <w:pPr>
              <w:pStyle w:val="Sinespaciado"/>
              <w:rPr>
                <w:lang w:val="en-US"/>
              </w:rPr>
            </w:pPr>
            <w:r>
              <w:rPr>
                <w:lang w:val="en-US"/>
              </w:rPr>
              <w:t>Homework via wiki:</w:t>
            </w:r>
          </w:p>
          <w:p w:rsidR="0049790D" w:rsidRDefault="0049790D" w:rsidP="0049790D">
            <w:pPr>
              <w:rPr>
                <w:lang w:val="en-US"/>
              </w:rPr>
            </w:pPr>
            <w:r>
              <w:rPr>
                <w:lang w:val="en-US"/>
              </w:rPr>
              <w:t>HW via wiki:  week 14</w:t>
            </w:r>
          </w:p>
          <w:p w:rsidR="0049790D" w:rsidRDefault="0049790D" w:rsidP="0049790D">
            <w:pPr>
              <w:rPr>
                <w:color w:val="FF0000"/>
                <w:lang w:val="en-US"/>
              </w:rPr>
            </w:pPr>
            <w:hyperlink r:id="rId6" w:history="1">
              <w:r>
                <w:rPr>
                  <w:rStyle w:val="Hipervnculo"/>
                  <w:lang w:val="en-US"/>
                </w:rPr>
                <w:t>http://www.toytheater.com</w:t>
              </w:r>
            </w:hyperlink>
          </w:p>
          <w:p w:rsidR="0049790D" w:rsidRPr="00FA53AC" w:rsidRDefault="0049790D" w:rsidP="0049790D">
            <w:pPr>
              <w:pStyle w:val="Sinespaciado"/>
              <w:rPr>
                <w:lang w:val="en-US"/>
              </w:rPr>
            </w:pPr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math.php</w:t>
            </w:r>
            <w:proofErr w:type="gramStart"/>
            <w:r>
              <w:rPr>
                <w:lang w:val="en-US"/>
              </w:rPr>
              <w:t>?language</w:t>
            </w:r>
            <w:proofErr w:type="spellEnd"/>
            <w:proofErr w:type="gramEnd"/>
            <w:r>
              <w:rPr>
                <w:lang w:val="en-US"/>
              </w:rPr>
              <w:t>=en.  Games (How many and Patterns)</w:t>
            </w:r>
          </w:p>
        </w:tc>
        <w:tc>
          <w:tcPr>
            <w:tcW w:w="1828" w:type="dxa"/>
          </w:tcPr>
          <w:p w:rsidR="006F696E" w:rsidRPr="008132BC" w:rsidRDefault="003C573D">
            <w:pPr>
              <w:rPr>
                <w:lang w:val="en-GB"/>
              </w:rPr>
            </w:pPr>
            <w:r>
              <w:rPr>
                <w:lang w:val="en-GB"/>
              </w:rPr>
              <w:t>Summative patterns</w:t>
            </w:r>
            <w:r w:rsidR="00B8229B">
              <w:rPr>
                <w:lang w:val="en-GB"/>
              </w:rPr>
              <w:t xml:space="preserve"> missing chn</w:t>
            </w:r>
          </w:p>
        </w:tc>
        <w:tc>
          <w:tcPr>
            <w:tcW w:w="1672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45346E" w:rsidRPr="00FA53AC" w:rsidRDefault="0045346E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6F696E" w:rsidRPr="0049790D" w:rsidTr="003C573D">
        <w:tc>
          <w:tcPr>
            <w:tcW w:w="1719" w:type="dxa"/>
          </w:tcPr>
          <w:p w:rsidR="006F696E" w:rsidRPr="003C573D" w:rsidRDefault="006F696E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t>Number</w:t>
            </w:r>
          </w:p>
          <w:p w:rsidR="006F696E" w:rsidRPr="003C573D" w:rsidRDefault="006F696E">
            <w:pPr>
              <w:rPr>
                <w:b/>
                <w:lang w:val="en-US"/>
              </w:rPr>
            </w:pPr>
          </w:p>
          <w:p w:rsidR="006F696E" w:rsidRPr="003C573D" w:rsidRDefault="006F696E" w:rsidP="003C573D">
            <w:pPr>
              <w:pStyle w:val="Prrafodelista"/>
              <w:numPr>
                <w:ilvl w:val="0"/>
                <w:numId w:val="5"/>
              </w:num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3C573D">
              <w:rPr>
                <w:rFonts w:ascii="Calibri" w:hAnsi="Calibri"/>
                <w:sz w:val="20"/>
                <w:szCs w:val="20"/>
                <w:lang w:val="en-US"/>
              </w:rPr>
              <w:t xml:space="preserve">Identifies numbers up to 20. </w:t>
            </w:r>
            <w:r w:rsidRPr="003C573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6F696E" w:rsidRPr="003C573D" w:rsidRDefault="006F696E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6F696E" w:rsidRPr="003C573D" w:rsidRDefault="006F696E" w:rsidP="003C573D">
            <w:pPr>
              <w:pStyle w:val="Prrafodelista"/>
              <w:numPr>
                <w:ilvl w:val="0"/>
                <w:numId w:val="5"/>
              </w:num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3C573D">
              <w:rPr>
                <w:rFonts w:ascii="Calibri" w:hAnsi="Calibri"/>
                <w:sz w:val="20"/>
                <w:szCs w:val="20"/>
                <w:lang w:val="en-US"/>
              </w:rPr>
              <w:t>Connects number names and numerals to the quantities they represent</w:t>
            </w:r>
            <w:r w:rsidRPr="003C573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6F696E" w:rsidRPr="003C573D" w:rsidRDefault="006F696E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6F696E" w:rsidRPr="003C573D" w:rsidRDefault="006F696E" w:rsidP="003C573D">
            <w:pPr>
              <w:pStyle w:val="Prrafodelista"/>
              <w:numPr>
                <w:ilvl w:val="0"/>
                <w:numId w:val="5"/>
              </w:numPr>
              <w:rPr>
                <w:rFonts w:ascii="Calibri" w:hAnsi="Calibri"/>
                <w:strike/>
                <w:color w:val="FF0000"/>
                <w:sz w:val="20"/>
                <w:szCs w:val="20"/>
                <w:lang w:val="en-US"/>
              </w:rPr>
            </w:pPr>
            <w:r w:rsidRPr="003C573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Estimates quantities in real life situations </w:t>
            </w:r>
            <w:r w:rsidRPr="003C573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lastRenderedPageBreak/>
              <w:t>(Phase 1)</w:t>
            </w:r>
          </w:p>
          <w:p w:rsidR="006F696E" w:rsidRPr="003C573D" w:rsidRDefault="006F696E" w:rsidP="00AD48C4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6F696E" w:rsidRPr="003C573D" w:rsidRDefault="006F696E" w:rsidP="003C573D">
            <w:pPr>
              <w:pStyle w:val="Prrafodelista"/>
              <w:numPr>
                <w:ilvl w:val="0"/>
                <w:numId w:val="5"/>
              </w:num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3C573D">
              <w:rPr>
                <w:rFonts w:ascii="Calibri" w:hAnsi="Calibri"/>
                <w:sz w:val="20"/>
                <w:szCs w:val="20"/>
                <w:lang w:val="en-GB"/>
              </w:rPr>
              <w:t xml:space="preserve">Indentifies  n+1 (one more) when comparing quantities </w:t>
            </w:r>
          </w:p>
          <w:p w:rsidR="006F696E" w:rsidRPr="003C573D" w:rsidRDefault="006F696E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6F696E" w:rsidRPr="003C573D" w:rsidRDefault="006F696E" w:rsidP="003C573D">
            <w:pPr>
              <w:pStyle w:val="Prrafodelista"/>
              <w:numPr>
                <w:ilvl w:val="0"/>
                <w:numId w:val="5"/>
              </w:num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3C573D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3C573D">
              <w:rPr>
                <w:rFonts w:ascii="Calibri" w:hAnsi="Calibri"/>
                <w:sz w:val="20"/>
                <w:szCs w:val="20"/>
                <w:lang w:val="en-US"/>
              </w:rPr>
              <w:t xml:space="preserve">Using objects </w:t>
            </w:r>
            <w:proofErr w:type="gramStart"/>
            <w:r w:rsidRPr="003C573D">
              <w:rPr>
                <w:rFonts w:ascii="Calibri" w:hAnsi="Calibri"/>
                <w:sz w:val="20"/>
                <w:szCs w:val="20"/>
                <w:lang w:val="en-US"/>
              </w:rPr>
              <w:t>finds</w:t>
            </w:r>
            <w:r w:rsidR="00001C2A">
              <w:rPr>
                <w:rFonts w:ascii="Calibri" w:hAnsi="Calibri"/>
                <w:sz w:val="20"/>
                <w:szCs w:val="20"/>
                <w:lang w:val="en-US"/>
              </w:rPr>
              <w:t>,</w:t>
            </w:r>
            <w:proofErr w:type="gramEnd"/>
            <w:r w:rsidRPr="003C573D">
              <w:rPr>
                <w:rFonts w:ascii="Calibri" w:hAnsi="Calibri"/>
                <w:sz w:val="20"/>
                <w:szCs w:val="20"/>
                <w:lang w:val="en-US"/>
              </w:rPr>
              <w:t xml:space="preserve"> draws and orders all possible 2-number combinations to make numbers 5-9.</w:t>
            </w:r>
            <w:r w:rsidRPr="003C573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6F696E" w:rsidRPr="003C573D" w:rsidRDefault="006F696E">
            <w:pPr>
              <w:rPr>
                <w:b/>
                <w:lang w:val="en-US"/>
              </w:rPr>
            </w:pPr>
          </w:p>
        </w:tc>
        <w:tc>
          <w:tcPr>
            <w:tcW w:w="1952" w:type="dxa"/>
          </w:tcPr>
          <w:p w:rsidR="006F696E" w:rsidRPr="008A7D0B" w:rsidRDefault="006F696E" w:rsidP="003C573D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Default="006F696E" w:rsidP="003C573D">
            <w:pPr>
              <w:pStyle w:val="Sinespaciado"/>
              <w:rPr>
                <w:lang w:val="en-US"/>
              </w:rPr>
            </w:pPr>
          </w:p>
          <w:p w:rsidR="003C573D" w:rsidRPr="004E0C96" w:rsidRDefault="003C573D" w:rsidP="003C573D">
            <w:pPr>
              <w:pStyle w:val="Sinespaciado"/>
              <w:rPr>
                <w:rFonts w:asciiTheme="minorHAnsi" w:hAnsiTheme="minorHAnsi" w:cstheme="minorHAnsi"/>
                <w:sz w:val="22"/>
                <w:lang w:val="en-US"/>
              </w:rPr>
            </w:pPr>
            <w:r w:rsidRPr="004E0C96">
              <w:rPr>
                <w:rFonts w:asciiTheme="minorHAnsi" w:hAnsiTheme="minorHAnsi" w:cstheme="minorHAnsi"/>
                <w:sz w:val="22"/>
                <w:lang w:val="en-US"/>
              </w:rPr>
              <w:t>Summative worksheet matching quantities to numerals</w:t>
            </w:r>
            <w:r w:rsidR="00AB2438" w:rsidRPr="004E0C96">
              <w:rPr>
                <w:rFonts w:asciiTheme="minorHAnsi" w:hAnsiTheme="minorHAnsi" w:cstheme="minorHAnsi"/>
                <w:sz w:val="22"/>
                <w:lang w:val="en-US"/>
              </w:rPr>
              <w:t xml:space="preserve"> (ind</w:t>
            </w:r>
            <w:r w:rsidR="00EE5055">
              <w:rPr>
                <w:rFonts w:asciiTheme="minorHAnsi" w:hAnsiTheme="minorHAnsi" w:cstheme="minorHAnsi"/>
                <w:sz w:val="22"/>
                <w:lang w:val="en-US"/>
              </w:rPr>
              <w:t>icators</w:t>
            </w:r>
            <w:r w:rsidR="00AB2438" w:rsidRPr="004E0C96">
              <w:rPr>
                <w:rFonts w:asciiTheme="minorHAnsi" w:hAnsiTheme="minorHAnsi" w:cstheme="minorHAnsi"/>
                <w:sz w:val="22"/>
                <w:lang w:val="en-US"/>
              </w:rPr>
              <w:t xml:space="preserve"> 1,2)</w:t>
            </w:r>
            <w:r w:rsidR="00EE5055">
              <w:rPr>
                <w:rFonts w:asciiTheme="minorHAnsi" w:hAnsiTheme="minorHAnsi" w:cstheme="minorHAnsi"/>
                <w:sz w:val="22"/>
                <w:lang w:val="en-US"/>
              </w:rPr>
              <w:t xml:space="preserve"> (independent station</w:t>
            </w:r>
            <w:r w:rsidR="00293DDE">
              <w:rPr>
                <w:rFonts w:asciiTheme="minorHAnsi" w:hAnsiTheme="minorHAnsi" w:cstheme="minorHAnsi"/>
                <w:sz w:val="22"/>
                <w:lang w:val="en-US"/>
              </w:rPr>
              <w:t>, 25 min</w:t>
            </w:r>
            <w:r w:rsidR="00EE5055">
              <w:rPr>
                <w:rFonts w:asciiTheme="minorHAnsi" w:hAnsiTheme="minorHAnsi" w:cstheme="minorHAnsi"/>
                <w:sz w:val="22"/>
                <w:lang w:val="en-US"/>
              </w:rPr>
              <w:t>)</w:t>
            </w:r>
          </w:p>
          <w:p w:rsidR="003C573D" w:rsidRPr="004E0C96" w:rsidRDefault="003C573D" w:rsidP="003C573D">
            <w:pPr>
              <w:pStyle w:val="Sinespaciado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C573D" w:rsidRDefault="003C573D" w:rsidP="003C573D">
            <w:pPr>
              <w:pStyle w:val="Sinespaciado"/>
              <w:rPr>
                <w:rFonts w:asciiTheme="minorHAnsi" w:hAnsiTheme="minorHAnsi" w:cstheme="minorHAnsi"/>
                <w:sz w:val="22"/>
                <w:lang w:val="en-US"/>
              </w:rPr>
            </w:pPr>
            <w:r w:rsidRPr="004E0C96">
              <w:rPr>
                <w:rFonts w:asciiTheme="minorHAnsi" w:hAnsiTheme="minorHAnsi" w:cstheme="minorHAnsi"/>
                <w:sz w:val="22"/>
                <w:lang w:val="en-US"/>
              </w:rPr>
              <w:t>Register combinations for number 6</w:t>
            </w:r>
            <w:r w:rsidR="00EE5055">
              <w:rPr>
                <w:rFonts w:asciiTheme="minorHAnsi" w:hAnsiTheme="minorHAnsi" w:cstheme="minorHAnsi"/>
                <w:sz w:val="22"/>
                <w:lang w:val="en-US"/>
              </w:rPr>
              <w:t xml:space="preserve">  </w:t>
            </w:r>
          </w:p>
          <w:p w:rsidR="00EE5055" w:rsidRPr="008A7D0B" w:rsidRDefault="00EE5055" w:rsidP="003C573D">
            <w:pPr>
              <w:pStyle w:val="Sinespaciado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(station with teacher</w:t>
            </w:r>
            <w:r w:rsidR="00293DDE">
              <w:rPr>
                <w:rFonts w:asciiTheme="minorHAnsi" w:hAnsiTheme="minorHAnsi" w:cstheme="minorHAnsi"/>
                <w:sz w:val="22"/>
                <w:lang w:val="en-US"/>
              </w:rPr>
              <w:t>, 25 min</w:t>
            </w:r>
            <w:r>
              <w:rPr>
                <w:rFonts w:asciiTheme="minorHAnsi" w:hAnsiTheme="minorHAnsi" w:cstheme="minorHAnsi"/>
                <w:sz w:val="22"/>
                <w:lang w:val="en-US"/>
              </w:rPr>
              <w:t>)</w:t>
            </w:r>
          </w:p>
        </w:tc>
        <w:tc>
          <w:tcPr>
            <w:tcW w:w="1828" w:type="dxa"/>
          </w:tcPr>
          <w:p w:rsidR="006F696E" w:rsidRDefault="006F696E" w:rsidP="004D306F">
            <w:pPr>
              <w:rPr>
                <w:lang w:val="en-US"/>
              </w:rPr>
            </w:pPr>
          </w:p>
          <w:p w:rsidR="00AB2438" w:rsidRDefault="00AB2438" w:rsidP="004D306F">
            <w:pPr>
              <w:rPr>
                <w:lang w:val="en-US"/>
              </w:rPr>
            </w:pPr>
            <w:r>
              <w:rPr>
                <w:lang w:val="en-US"/>
              </w:rPr>
              <w:t>Summative estimate quantities (</w:t>
            </w:r>
            <w:proofErr w:type="spellStart"/>
            <w:r>
              <w:rPr>
                <w:lang w:val="en-US"/>
              </w:rPr>
              <w:t>ind</w:t>
            </w:r>
            <w:proofErr w:type="spellEnd"/>
            <w:r>
              <w:rPr>
                <w:lang w:val="en-US"/>
              </w:rPr>
              <w:t xml:space="preserve"> 3)</w:t>
            </w:r>
          </w:p>
          <w:p w:rsidR="00140847" w:rsidRDefault="00140847" w:rsidP="004D306F">
            <w:pPr>
              <w:rPr>
                <w:lang w:val="en-US"/>
              </w:rPr>
            </w:pPr>
          </w:p>
          <w:p w:rsidR="00140847" w:rsidRPr="004D306F" w:rsidRDefault="00001C2A" w:rsidP="00001C2A">
            <w:pPr>
              <w:rPr>
                <w:lang w:val="en-US"/>
              </w:rPr>
            </w:pPr>
            <w:r>
              <w:rPr>
                <w:lang w:val="en-US"/>
              </w:rPr>
              <w:t xml:space="preserve">Summative n+1 missing </w:t>
            </w:r>
            <w:proofErr w:type="spellStart"/>
            <w:r w:rsidR="00140847">
              <w:rPr>
                <w:lang w:val="en-US"/>
              </w:rPr>
              <w:t>chn</w:t>
            </w:r>
            <w:proofErr w:type="spellEnd"/>
          </w:p>
        </w:tc>
        <w:tc>
          <w:tcPr>
            <w:tcW w:w="1672" w:type="dxa"/>
          </w:tcPr>
          <w:p w:rsidR="003C573D" w:rsidRPr="00355AF1" w:rsidRDefault="003C573D" w:rsidP="003C573D">
            <w:pPr>
              <w:rPr>
                <w:color w:val="FF0000"/>
                <w:lang w:val="en-US"/>
              </w:rPr>
            </w:pPr>
          </w:p>
          <w:p w:rsidR="00682766" w:rsidRPr="00355AF1" w:rsidRDefault="00682766" w:rsidP="00355AF1">
            <w:pPr>
              <w:rPr>
                <w:color w:val="FF0000"/>
                <w:lang w:val="en-US"/>
              </w:rPr>
            </w:pPr>
          </w:p>
        </w:tc>
        <w:tc>
          <w:tcPr>
            <w:tcW w:w="1559" w:type="dxa"/>
          </w:tcPr>
          <w:p w:rsidR="0045346E" w:rsidRPr="00726FEB" w:rsidRDefault="0045346E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619" w:type="dxa"/>
          </w:tcPr>
          <w:p w:rsidR="009078F1" w:rsidRPr="009078F1" w:rsidRDefault="009078F1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FA2415" w:rsidRPr="00B453BB" w:rsidRDefault="00FA2415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42359A6"/>
    <w:multiLevelType w:val="hybridMultilevel"/>
    <w:tmpl w:val="4E56A8E4"/>
    <w:lvl w:ilvl="0" w:tplc="A62699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739E8"/>
    <w:rsid w:val="00001C2A"/>
    <w:rsid w:val="0003246F"/>
    <w:rsid w:val="000923D9"/>
    <w:rsid w:val="000B2746"/>
    <w:rsid w:val="00140847"/>
    <w:rsid w:val="0014345D"/>
    <w:rsid w:val="001B652C"/>
    <w:rsid w:val="001C243C"/>
    <w:rsid w:val="001C32BE"/>
    <w:rsid w:val="0020149A"/>
    <w:rsid w:val="00264492"/>
    <w:rsid w:val="00264B1B"/>
    <w:rsid w:val="002739E8"/>
    <w:rsid w:val="00293DDE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8020B"/>
    <w:rsid w:val="003C573D"/>
    <w:rsid w:val="003C5DAC"/>
    <w:rsid w:val="0044297C"/>
    <w:rsid w:val="0045346E"/>
    <w:rsid w:val="0049790D"/>
    <w:rsid w:val="004D306F"/>
    <w:rsid w:val="004E0C96"/>
    <w:rsid w:val="004F5538"/>
    <w:rsid w:val="005509B4"/>
    <w:rsid w:val="005711A4"/>
    <w:rsid w:val="005738F7"/>
    <w:rsid w:val="005A600A"/>
    <w:rsid w:val="006664D5"/>
    <w:rsid w:val="00682766"/>
    <w:rsid w:val="00695040"/>
    <w:rsid w:val="006A1842"/>
    <w:rsid w:val="006F696E"/>
    <w:rsid w:val="00726FEB"/>
    <w:rsid w:val="00785B55"/>
    <w:rsid w:val="007E3654"/>
    <w:rsid w:val="0081077E"/>
    <w:rsid w:val="008132BC"/>
    <w:rsid w:val="0085391E"/>
    <w:rsid w:val="00870DF1"/>
    <w:rsid w:val="00896A3C"/>
    <w:rsid w:val="008A7D0B"/>
    <w:rsid w:val="008C24AB"/>
    <w:rsid w:val="008D2F53"/>
    <w:rsid w:val="008E074B"/>
    <w:rsid w:val="009078F1"/>
    <w:rsid w:val="00993DC1"/>
    <w:rsid w:val="009F0181"/>
    <w:rsid w:val="00A14C1C"/>
    <w:rsid w:val="00A352BF"/>
    <w:rsid w:val="00A422EC"/>
    <w:rsid w:val="00A47530"/>
    <w:rsid w:val="00A502B5"/>
    <w:rsid w:val="00A70323"/>
    <w:rsid w:val="00AB2438"/>
    <w:rsid w:val="00AB62C6"/>
    <w:rsid w:val="00AD48C4"/>
    <w:rsid w:val="00B453BB"/>
    <w:rsid w:val="00B81719"/>
    <w:rsid w:val="00B8229B"/>
    <w:rsid w:val="00C32341"/>
    <w:rsid w:val="00C402A6"/>
    <w:rsid w:val="00C554C1"/>
    <w:rsid w:val="00CE1AB7"/>
    <w:rsid w:val="00E01EE4"/>
    <w:rsid w:val="00E6457B"/>
    <w:rsid w:val="00E82DED"/>
    <w:rsid w:val="00EE5055"/>
    <w:rsid w:val="00F046FC"/>
    <w:rsid w:val="00F32345"/>
    <w:rsid w:val="00F50EC0"/>
    <w:rsid w:val="00F70E8F"/>
    <w:rsid w:val="00F94A5D"/>
    <w:rsid w:val="00FA0AD4"/>
    <w:rsid w:val="00FA2415"/>
    <w:rsid w:val="00FA53AC"/>
    <w:rsid w:val="00FB1C37"/>
    <w:rsid w:val="00FE4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402A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3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ytheater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icky%20Ago%2012%20on\RK%20CCB%202012%202013\Maths\Activities_spread_sheet_Maths_I+updated+nov+15+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17DA2-35CB-49F4-B054-2376389D7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Activities_spread_sheet_Maths_I+updated+nov+15+12</Template>
  <TotalTime>2</TotalTime>
  <Pages>3</Pages>
  <Words>363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2012-11-22T01:12:00Z</dcterms:created>
  <dcterms:modified xsi:type="dcterms:W3CDTF">2012-11-22T01:12:00Z</dcterms:modified>
</cp:coreProperties>
</file>